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第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单元  长方体（二）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例1   下面是一个长方体的展开图，这个长方体的体积是多少立方厘米？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6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2419350" cy="1428750"/>
            <wp:effectExtent l="0" t="0" r="0" b="0"/>
            <wp:docPr id="177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【详解】要想求长方体的体积，先要求出长方体的长、宽、高。观察发现：长方体中两个长+两个高的和是26厘米，所以长+高=26÷2=13（厘米）；长+宽=10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厘米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，宽+高=7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厘米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，所以长比高多10-7=3（厘米），所以长方体的长：（13+3）÷2=8（厘米），长方体高：（13-3）÷2=5（厘米）；长方体的宽：10-8=2（厘米）。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根据长方体的体积=长×宽×高可得：8×2×5=80（立方厘米）。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【答案】26÷2=13（厘米）  10-7=3（厘米）  （13+3）÷2=8（厘米）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13-8=5（厘米）  10-8=2（厘米）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8×2×5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=16×5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=80（立方厘米）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答：长方体的体积是80立方厘米。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例2  有三个长方体的水池，它们的池口都是正方形，边长分别是6米、5米和4米。把两堆碎石子分别沉入5米和4米的水池中，水池的池面分别上升了6厘米和5厘米，如果把这两堆碎石子都沉入池口是6米的水池中，池面会上升多少厘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详解】两个池面升高增加的体积就是加入碎石子的体积。根据水池的底面积乘上升的高度就是碎石子的体积。即6厘米=0.06米，5厘米=0.05厘米，5×5×0.06+4×4×0.05=2.3（立方米）。然后用碎石子的体积除以池口6米的水池的底面积就是上升的池面高度。即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2.3÷（6×6）≈0.06（米）=6（厘米）。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【答案】6厘米=0.06米  5厘米=0.05厘米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5×5×0.06+4×4×0.05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=1.5+0.8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=2.3（立方米）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2.3÷（6×6）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=2.3÷36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≈0.06（米）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=6（厘米）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答：池面会上升6厘米。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2E4447"/>
    <w:rsid w:val="5F2E444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2018-08-15T06:48:00Z</dcterms:created>
  <dc:creator>123</dc:creator>
  <cp:lastModifiedBy>123</cp:lastModifiedBy>
  <dcterms:modified xsi:type="dcterms:W3CDTF">2018-08-15T06:54:39Z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